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44E6DDC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26463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0D2C84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0D2C84">
        <w:rPr>
          <w:rFonts w:ascii="Corbel" w:hAnsi="Corbel"/>
          <w:i/>
          <w:smallCaps/>
          <w:sz w:val="24"/>
          <w:szCs w:val="24"/>
          <w:u w:val="single"/>
        </w:rPr>
        <w:t>3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625970C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6463">
        <w:rPr>
          <w:rFonts w:ascii="Corbel" w:hAnsi="Corbel"/>
          <w:sz w:val="20"/>
          <w:szCs w:val="20"/>
        </w:rPr>
        <w:t>202</w:t>
      </w:r>
      <w:r w:rsidR="000D2C84">
        <w:rPr>
          <w:rFonts w:ascii="Corbel" w:hAnsi="Corbel"/>
          <w:sz w:val="20"/>
          <w:szCs w:val="20"/>
        </w:rPr>
        <w:t>1</w:t>
      </w:r>
      <w:r w:rsidR="00026463">
        <w:rPr>
          <w:rFonts w:ascii="Corbel" w:hAnsi="Corbel"/>
          <w:sz w:val="20"/>
          <w:szCs w:val="20"/>
        </w:rPr>
        <w:t>/202</w:t>
      </w:r>
      <w:r w:rsidR="000D2C84">
        <w:rPr>
          <w:rFonts w:ascii="Corbel" w:hAnsi="Corbel"/>
          <w:sz w:val="20"/>
          <w:szCs w:val="20"/>
        </w:rPr>
        <w:t>2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437A0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24AF98AE" w:rsidR="0085747A" w:rsidRPr="009C54AE" w:rsidRDefault="00F60A8B" w:rsidP="00631C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31C5F"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  <w:r w:rsidR="00E066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61EAF2B6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6375C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5DEFB5E" w:rsidR="00923D7D" w:rsidRPr="009C54AE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7BF780D6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9C54AE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329EC6D1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9C54AE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665E26B4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0A26941" w:rsidR="00011230" w:rsidRDefault="00E6375C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384BE0DC" w:rsidR="00F84360" w:rsidRPr="00F84360" w:rsidRDefault="00CD37D2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7E5FF444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</w:t>
            </w:r>
            <w:r w:rsidR="00F60A8B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20EFEA31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indywidulanej/referatu.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2784065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A3A8A9" w14:textId="3082A820" w:rsidR="00C61DC5" w:rsidRPr="009C54AE" w:rsidRDefault="00CD37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CDF02" w:rsidR="00C61DC5" w:rsidRPr="009C54AE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72087265" w:rsidR="00C61DC5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CD37D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2E5835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2E5835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24B12AE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Trebesius-Bensch U., </w:t>
            </w:r>
            <w:r w:rsidRPr="00D86B6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 kompakt neu</w:t>
            </w:r>
            <w:r w:rsidRPr="00D86B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LektorKlett-Edukacja 2017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D86B6F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771465D2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D5061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AC558A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E066F7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2E583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83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2E5835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79E2B89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Schluter S., </w:t>
            </w:r>
            <w:r w:rsidRPr="002E58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 im Beruf,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Hueber Verlag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2E58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2E5835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1CAA32D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943328F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Deutsche Welle</w:t>
            </w:r>
          </w:p>
          <w:p w14:paraId="0F93CAAB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41F760B4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Fluter – Magazin der Bundeszentrale für politische Bildung in Berlin</w:t>
            </w:r>
            <w:r w:rsidR="00D5061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426ED651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ducarium, Bydgoszcz</w:t>
            </w:r>
            <w:r w:rsidR="00D5061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FF9C9F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7E68F0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007041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18509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2E5835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2E583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0E710" w14:textId="77777777" w:rsidR="00E120D6" w:rsidRDefault="00E120D6" w:rsidP="00C16ABF">
      <w:pPr>
        <w:spacing w:after="0" w:line="240" w:lineRule="auto"/>
      </w:pPr>
      <w:r>
        <w:separator/>
      </w:r>
    </w:p>
  </w:endnote>
  <w:endnote w:type="continuationSeparator" w:id="0">
    <w:p w14:paraId="32E5D5E3" w14:textId="77777777" w:rsidR="00E120D6" w:rsidRDefault="00E120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7685C" w14:textId="77777777" w:rsidR="00E120D6" w:rsidRDefault="00E120D6" w:rsidP="00C16ABF">
      <w:pPr>
        <w:spacing w:after="0" w:line="240" w:lineRule="auto"/>
      </w:pPr>
      <w:r>
        <w:separator/>
      </w:r>
    </w:p>
  </w:footnote>
  <w:footnote w:type="continuationSeparator" w:id="0">
    <w:p w14:paraId="626CD3E6" w14:textId="77777777" w:rsidR="00E120D6" w:rsidRDefault="00E120D6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E23"/>
    <w:rsid w:val="00022ECE"/>
    <w:rsid w:val="00026463"/>
    <w:rsid w:val="00031E38"/>
    <w:rsid w:val="00042A51"/>
    <w:rsid w:val="00042D2E"/>
    <w:rsid w:val="00044C82"/>
    <w:rsid w:val="00045CE8"/>
    <w:rsid w:val="00064ED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D2C84"/>
    <w:rsid w:val="000E4B85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355A"/>
    <w:rsid w:val="002437A0"/>
    <w:rsid w:val="00244ABC"/>
    <w:rsid w:val="002541C3"/>
    <w:rsid w:val="00260D28"/>
    <w:rsid w:val="00281FF2"/>
    <w:rsid w:val="002823E6"/>
    <w:rsid w:val="002857DE"/>
    <w:rsid w:val="002914EC"/>
    <w:rsid w:val="00291567"/>
    <w:rsid w:val="002A22BF"/>
    <w:rsid w:val="002A2389"/>
    <w:rsid w:val="002A671D"/>
    <w:rsid w:val="002A7C3E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C0BAE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2B7D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31C5F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2575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5B1"/>
    <w:rsid w:val="00B3130B"/>
    <w:rsid w:val="00B40ADB"/>
    <w:rsid w:val="00B437E6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6FE"/>
    <w:rsid w:val="00C26CB7"/>
    <w:rsid w:val="00C324C1"/>
    <w:rsid w:val="00C36992"/>
    <w:rsid w:val="00C56036"/>
    <w:rsid w:val="00C61DC5"/>
    <w:rsid w:val="00C67E92"/>
    <w:rsid w:val="00C70A26"/>
    <w:rsid w:val="00C766DF"/>
    <w:rsid w:val="00C90D50"/>
    <w:rsid w:val="00C94B98"/>
    <w:rsid w:val="00CA2B96"/>
    <w:rsid w:val="00CA5089"/>
    <w:rsid w:val="00CD37D2"/>
    <w:rsid w:val="00CD6897"/>
    <w:rsid w:val="00CE5BAC"/>
    <w:rsid w:val="00CF25BE"/>
    <w:rsid w:val="00CF78ED"/>
    <w:rsid w:val="00D02B25"/>
    <w:rsid w:val="00D02EBA"/>
    <w:rsid w:val="00D137B7"/>
    <w:rsid w:val="00D17C3C"/>
    <w:rsid w:val="00D26B2C"/>
    <w:rsid w:val="00D352C9"/>
    <w:rsid w:val="00D425B2"/>
    <w:rsid w:val="00D428D6"/>
    <w:rsid w:val="00D50619"/>
    <w:rsid w:val="00D552B2"/>
    <w:rsid w:val="00D608D1"/>
    <w:rsid w:val="00D74119"/>
    <w:rsid w:val="00D8075B"/>
    <w:rsid w:val="00D8678B"/>
    <w:rsid w:val="00D92110"/>
    <w:rsid w:val="00DA2114"/>
    <w:rsid w:val="00DE09C0"/>
    <w:rsid w:val="00DE4A14"/>
    <w:rsid w:val="00DF320D"/>
    <w:rsid w:val="00DF71C8"/>
    <w:rsid w:val="00E066F7"/>
    <w:rsid w:val="00E07425"/>
    <w:rsid w:val="00E120D6"/>
    <w:rsid w:val="00E129B8"/>
    <w:rsid w:val="00E21E7D"/>
    <w:rsid w:val="00E22FBC"/>
    <w:rsid w:val="00E24BF5"/>
    <w:rsid w:val="00E25338"/>
    <w:rsid w:val="00E51E44"/>
    <w:rsid w:val="00E63348"/>
    <w:rsid w:val="00E637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0A8B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68B3B-B6E1-42B3-B291-BEB7423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2020-10-13T09:11:00Z</cp:lastPrinted>
  <dcterms:created xsi:type="dcterms:W3CDTF">2019-11-20T17:12:00Z</dcterms:created>
  <dcterms:modified xsi:type="dcterms:W3CDTF">2021-09-27T08:06:00Z</dcterms:modified>
</cp:coreProperties>
</file>